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CB542C" w:rsidP="00D1228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A153D0" wp14:editId="6F1932D8">
                <wp:simplePos x="0" y="0"/>
                <wp:positionH relativeFrom="page">
                  <wp:posOffset>2449195</wp:posOffset>
                </wp:positionH>
                <wp:positionV relativeFrom="page">
                  <wp:posOffset>2197100</wp:posOffset>
                </wp:positionV>
                <wp:extent cx="2360930" cy="182880"/>
                <wp:effectExtent l="0" t="0" r="1270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2C" w:rsidRDefault="00CB542C" w:rsidP="00CB542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szCs w:val="28"/>
                              </w:rPr>
                              <w:t>ЭД-153-026-02-09б-1969</w:t>
                            </w:r>
                          </w:p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85pt;margin-top:173pt;width:185.9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" filled="f" stroked="f">
                <v:textbox inset="0,0,0,0">
                  <w:txbxContent>
                    <w:p w:rsidR="00CB542C" w:rsidRDefault="00CB542C" w:rsidP="00CB542C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</w:t>
                      </w:r>
                      <w:r>
                        <w:rPr>
                          <w:szCs w:val="28"/>
                        </w:rPr>
                        <w:t>ЭД-153-026-02-09б-1969</w:t>
                      </w:r>
                    </w:p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7CA33F" wp14:editId="028F488F">
                <wp:simplePos x="0" y="0"/>
                <wp:positionH relativeFrom="page">
                  <wp:posOffset>1104900</wp:posOffset>
                </wp:positionH>
                <wp:positionV relativeFrom="page">
                  <wp:posOffset>2800349</wp:posOffset>
                </wp:positionV>
                <wp:extent cx="4487594" cy="1800225"/>
                <wp:effectExtent l="0" t="0" r="8255" b="952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7594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4D0" w:rsidRDefault="008F44D0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  <w:proofErr w:type="gramStart"/>
                            <w:r>
                              <w:t xml:space="preserve">О внесении поправки в проект решения Думы Соликамского городского округа «О внесении изменений в </w:t>
                            </w:r>
                            <w:r w:rsidR="00795661">
                              <w:t>Порядок заслушивания ежегодного отчета главы городского округа</w:t>
                            </w:r>
                            <w:r w:rsidR="00EA2BB0">
                              <w:t xml:space="preserve"> – главы администрации </w:t>
                            </w:r>
                            <w:r>
                              <w:t>Соликамского городского округа</w:t>
                            </w:r>
                            <w:r w:rsidR="00EA2BB0">
                      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</w:t>
                            </w:r>
                            <w:r>
                              <w:t xml:space="preserve"> утвержденн</w:t>
                            </w:r>
                            <w:r w:rsidR="00EA2BB0">
                              <w:t>ый</w:t>
                            </w:r>
                            <w:r>
                              <w:t xml:space="preserve"> решением </w:t>
                            </w:r>
                            <w:r w:rsidR="00EA2BB0">
                              <w:t xml:space="preserve">Думы </w:t>
                            </w:r>
                            <w:r>
                              <w:t>Соликамско</w:t>
                            </w:r>
                            <w:r w:rsidR="00EA2BB0">
                              <w:t xml:space="preserve">го </w:t>
                            </w:r>
                            <w:r>
                              <w:t>городско</w:t>
                            </w:r>
                            <w:r w:rsidR="00EA2BB0">
                              <w:t>го округа</w:t>
                            </w:r>
                            <w:r>
                              <w:t xml:space="preserve"> от 26.</w:t>
                            </w:r>
                            <w:r w:rsidR="00EA2BB0">
                              <w:t>02</w:t>
                            </w:r>
                            <w:r>
                              <w:t>.20</w:t>
                            </w:r>
                            <w:r w:rsidR="00EA2BB0">
                              <w:t>20</w:t>
                            </w:r>
                            <w:r>
                              <w:t xml:space="preserve"> № </w:t>
                            </w:r>
                            <w:r w:rsidR="00EA2BB0">
                              <w:t>687</w:t>
                            </w:r>
                            <w:r>
                              <w:t xml:space="preserve">»       </w:t>
                            </w:r>
                            <w:proofErr w:type="gramEnd"/>
                          </w:p>
                          <w:p w:rsidR="008F44D0" w:rsidRDefault="008F44D0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</w:p>
                          <w:p w:rsidR="008724B5" w:rsidRPr="008724B5" w:rsidRDefault="008F44D0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  <w: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87pt;margin-top:220.5pt;width:353.35pt;height:141.7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" filled="f" stroked="f">
                <v:textbox inset="0,0,0,0">
                  <w:txbxContent>
                    <w:p w:rsidR="008F44D0" w:rsidRDefault="008F44D0" w:rsidP="008724B5">
                      <w:pPr>
                        <w:pStyle w:val="a5"/>
                        <w:spacing w:after="0"/>
                        <w:contextualSpacing/>
                      </w:pPr>
                      <w:proofErr w:type="gramStart"/>
                      <w:r>
                        <w:t xml:space="preserve">О внесении поправки в проект решения Думы Соликамского городского округа «О внесении изменений в </w:t>
                      </w:r>
                      <w:r w:rsidR="00795661">
                        <w:t>Порядок заслушивания ежегодного отчета главы городского округа</w:t>
                      </w:r>
                      <w:r w:rsidR="00EA2BB0">
                        <w:t xml:space="preserve"> – главы администрации </w:t>
                      </w:r>
                      <w:r>
                        <w:t>Соликамского городского округа</w:t>
                      </w:r>
                      <w:r w:rsidR="00EA2BB0">
                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</w:t>
                      </w:r>
                      <w:r>
                        <w:t xml:space="preserve"> утвержденн</w:t>
                      </w:r>
                      <w:r w:rsidR="00EA2BB0">
                        <w:t>ый</w:t>
                      </w:r>
                      <w:r>
                        <w:t xml:space="preserve"> решением </w:t>
                      </w:r>
                      <w:r w:rsidR="00EA2BB0">
                        <w:t xml:space="preserve">Думы </w:t>
                      </w:r>
                      <w:r>
                        <w:t>Соликамско</w:t>
                      </w:r>
                      <w:r w:rsidR="00EA2BB0">
                        <w:t xml:space="preserve">го </w:t>
                      </w:r>
                      <w:r>
                        <w:t>городско</w:t>
                      </w:r>
                      <w:r w:rsidR="00EA2BB0">
                        <w:t>го округа</w:t>
                      </w:r>
                      <w:r>
                        <w:t xml:space="preserve"> от 26.</w:t>
                      </w:r>
                      <w:r w:rsidR="00EA2BB0">
                        <w:t>02</w:t>
                      </w:r>
                      <w:r>
                        <w:t>.20</w:t>
                      </w:r>
                      <w:r w:rsidR="00EA2BB0">
                        <w:t>20</w:t>
                      </w:r>
                      <w:r>
                        <w:t xml:space="preserve"> № </w:t>
                      </w:r>
                      <w:r w:rsidR="00EA2BB0">
                        <w:t>687</w:t>
                      </w:r>
                      <w:r>
                        <w:t xml:space="preserve">»       </w:t>
                      </w:r>
                      <w:proofErr w:type="gramEnd"/>
                    </w:p>
                    <w:p w:rsidR="008F44D0" w:rsidRDefault="008F44D0" w:rsidP="008724B5">
                      <w:pPr>
                        <w:pStyle w:val="a5"/>
                        <w:spacing w:after="0"/>
                        <w:contextualSpacing/>
                      </w:pPr>
                    </w:p>
                    <w:p w:rsidR="008724B5" w:rsidRPr="008724B5" w:rsidRDefault="008F44D0" w:rsidP="008724B5">
                      <w:pPr>
                        <w:pStyle w:val="a5"/>
                        <w:spacing w:after="0"/>
                        <w:contextualSpacing/>
                      </w:pPr>
                      <w:r>
                        <w:t xml:space="preserve">                                         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DF50EB" wp14:editId="0B303657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A9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w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fUlwPb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5A1D06" wp14:editId="7B184DA9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F44D0" w:rsidP="008E0D07">
                            <w:pPr>
                              <w:pStyle w:val="ab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8F44D0" w:rsidRDefault="008F44D0" w:rsidP="008E0D07">
                            <w:pPr>
                              <w:pStyle w:val="ab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29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4ptAIAALM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" filled="f" stroked="f">
                <v:textbox inset="0,0,0,0">
                  <w:txbxContent>
                    <w:p w:rsidR="008E0D07" w:rsidRDefault="008F44D0" w:rsidP="008E0D07">
                      <w:pPr>
                        <w:pStyle w:val="ab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8F44D0" w:rsidRDefault="008F44D0" w:rsidP="008E0D07">
                      <w:pPr>
                        <w:pStyle w:val="ab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684E8B" wp14:editId="329A17F8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0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G6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wmkOdqJ8&#10;BAZLAQQDmsLiA6EW8idGPSyRFKsfByIpRs1HDlNgNs4kyEnYTQLhBTxNscZoFDd63EyHTrJ9Dcjj&#10;nHGxgkmpmCWxGakxitN8wWKwuZyWmNk8z/+t1WXVLn8D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XnARur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96471B" wp14:editId="0C32B1A0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CB542C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08.12.2021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1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0E5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CB542C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08.12.2021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 wp14:anchorId="0FD5004C" wp14:editId="79792DC9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D12283" w:rsidRDefault="00D12283" w:rsidP="00F338D6">
      <w:pPr>
        <w:spacing w:line="360" w:lineRule="exact"/>
        <w:ind w:firstLine="709"/>
        <w:jc w:val="both"/>
      </w:pPr>
    </w:p>
    <w:p w:rsidR="007E5F58" w:rsidRDefault="007E5F58" w:rsidP="00F338D6">
      <w:pPr>
        <w:spacing w:line="360" w:lineRule="exact"/>
        <w:ind w:firstLine="709"/>
        <w:jc w:val="both"/>
      </w:pPr>
    </w:p>
    <w:p w:rsidR="009863B7" w:rsidRDefault="009863B7" w:rsidP="00F338D6">
      <w:pPr>
        <w:spacing w:line="360" w:lineRule="exact"/>
        <w:ind w:firstLine="709"/>
        <w:jc w:val="both"/>
      </w:pPr>
    </w:p>
    <w:p w:rsidR="00EA2BB0" w:rsidRDefault="00EA2BB0" w:rsidP="009863B7">
      <w:pPr>
        <w:spacing w:line="360" w:lineRule="exact"/>
        <w:ind w:firstLine="709"/>
        <w:jc w:val="center"/>
      </w:pPr>
    </w:p>
    <w:p w:rsidR="00EA2BB0" w:rsidRDefault="00EA2BB0" w:rsidP="009863B7">
      <w:pPr>
        <w:spacing w:line="360" w:lineRule="exact"/>
        <w:ind w:firstLine="709"/>
        <w:jc w:val="center"/>
      </w:pPr>
    </w:p>
    <w:p w:rsidR="009863B7" w:rsidRDefault="009863B7" w:rsidP="009863B7">
      <w:pPr>
        <w:spacing w:line="360" w:lineRule="exact"/>
        <w:ind w:firstLine="709"/>
        <w:jc w:val="center"/>
      </w:pPr>
      <w:r>
        <w:t>Уважаемый Игорь Гаптуллович!</w:t>
      </w:r>
    </w:p>
    <w:p w:rsidR="009863B7" w:rsidRDefault="009863B7" w:rsidP="009863B7">
      <w:pPr>
        <w:spacing w:line="360" w:lineRule="exact"/>
        <w:ind w:firstLine="709"/>
      </w:pPr>
    </w:p>
    <w:p w:rsidR="00A80128" w:rsidRDefault="009863B7" w:rsidP="00C2620C">
      <w:pPr>
        <w:spacing w:line="360" w:lineRule="exact"/>
        <w:ind w:firstLine="709"/>
        <w:jc w:val="both"/>
        <w:rPr>
          <w:szCs w:val="28"/>
        </w:rPr>
      </w:pPr>
      <w:proofErr w:type="gramStart"/>
      <w:r>
        <w:t xml:space="preserve">На рассмотрение Думы Соликамского городского округа внесен проект решения Думы Соликамского городского округа </w:t>
      </w:r>
      <w:r w:rsidR="00EA2BB0">
        <w:t xml:space="preserve">«О внесении изменений в Порядок заслушивания ежегодного отчета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 утвержденный решением Думы Соликамского городского округа от 26.02.2020 № 687» </w:t>
      </w:r>
      <w:r w:rsidR="00A80128">
        <w:rPr>
          <w:szCs w:val="28"/>
        </w:rPr>
        <w:t xml:space="preserve">(далее </w:t>
      </w:r>
      <w:r w:rsidR="00C768A4">
        <w:rPr>
          <w:szCs w:val="28"/>
        </w:rPr>
        <w:t xml:space="preserve">- </w:t>
      </w:r>
      <w:r w:rsidR="00A80128">
        <w:rPr>
          <w:szCs w:val="28"/>
        </w:rPr>
        <w:t>Проект).</w:t>
      </w:r>
      <w:proofErr w:type="gramEnd"/>
    </w:p>
    <w:p w:rsidR="00A80128" w:rsidRPr="003376FF" w:rsidRDefault="00A80128" w:rsidP="00C2620C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Настоящим письмом вношу </w:t>
      </w:r>
      <w:r w:rsidR="00227F9C" w:rsidRPr="003376FF">
        <w:rPr>
          <w:szCs w:val="28"/>
        </w:rPr>
        <w:t xml:space="preserve">в Проект </w:t>
      </w:r>
      <w:r w:rsidRPr="003376FF">
        <w:rPr>
          <w:szCs w:val="28"/>
        </w:rPr>
        <w:t>поправку следующего содержания:</w:t>
      </w:r>
    </w:p>
    <w:p w:rsidR="00A80128" w:rsidRPr="00A45E6C" w:rsidRDefault="00EA2BB0" w:rsidP="00A45E6C">
      <w:pPr>
        <w:pStyle w:val="af"/>
        <w:spacing w:line="360" w:lineRule="exact"/>
        <w:ind w:left="0" w:firstLine="709"/>
        <w:jc w:val="both"/>
        <w:rPr>
          <w:szCs w:val="28"/>
        </w:rPr>
      </w:pPr>
      <w:r w:rsidRPr="003376FF">
        <w:rPr>
          <w:szCs w:val="28"/>
        </w:rPr>
        <w:t>В абзаце первом пункта 1.1 слова «в редакции» заменить словами</w:t>
      </w:r>
      <w:r w:rsidRPr="00A45E6C">
        <w:rPr>
          <w:szCs w:val="28"/>
        </w:rPr>
        <w:t xml:space="preserve"> «в следующей редакции».</w:t>
      </w:r>
    </w:p>
    <w:p w:rsidR="00AC5476" w:rsidRDefault="00AC5476" w:rsidP="00AC5476">
      <w:pPr>
        <w:pStyle w:val="af"/>
        <w:spacing w:line="240" w:lineRule="exact"/>
        <w:ind w:left="709"/>
        <w:jc w:val="both"/>
        <w:rPr>
          <w:szCs w:val="28"/>
        </w:rPr>
      </w:pPr>
    </w:p>
    <w:p w:rsidR="00AC5476" w:rsidRDefault="00AC5476" w:rsidP="00AC5476">
      <w:pPr>
        <w:pStyle w:val="af"/>
        <w:spacing w:line="240" w:lineRule="exact"/>
        <w:ind w:left="709"/>
        <w:jc w:val="both"/>
        <w:rPr>
          <w:szCs w:val="28"/>
        </w:rPr>
      </w:pPr>
    </w:p>
    <w:p w:rsidR="00AC5476" w:rsidRDefault="00AC5476" w:rsidP="00AC5476">
      <w:pPr>
        <w:pStyle w:val="af"/>
        <w:spacing w:line="240" w:lineRule="exact"/>
        <w:ind w:left="0"/>
        <w:jc w:val="both"/>
        <w:rPr>
          <w:szCs w:val="28"/>
        </w:rPr>
      </w:pPr>
      <w:r>
        <w:rPr>
          <w:szCs w:val="28"/>
        </w:rPr>
        <w:t>Глава городского округа –</w:t>
      </w:r>
    </w:p>
    <w:p w:rsidR="00AC5476" w:rsidRDefault="00AC5476" w:rsidP="00AC5476">
      <w:pPr>
        <w:pStyle w:val="af"/>
        <w:spacing w:line="240" w:lineRule="exact"/>
        <w:ind w:left="0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AC5476" w:rsidRPr="00C20D2B" w:rsidRDefault="00AC5476" w:rsidP="00AC5476">
      <w:pPr>
        <w:pStyle w:val="af"/>
        <w:spacing w:line="240" w:lineRule="exact"/>
        <w:ind w:left="0"/>
        <w:jc w:val="both"/>
        <w:rPr>
          <w:szCs w:val="28"/>
        </w:rPr>
      </w:pPr>
      <w:r>
        <w:rPr>
          <w:szCs w:val="28"/>
        </w:rPr>
        <w:t xml:space="preserve">Соликамского городского округа                                                    </w:t>
      </w:r>
      <w:proofErr w:type="spellStart"/>
      <w:r>
        <w:rPr>
          <w:szCs w:val="28"/>
        </w:rPr>
        <w:t>Е.Н.Самоуков</w:t>
      </w:r>
      <w:proofErr w:type="spellEnd"/>
    </w:p>
    <w:p w:rsidR="009863B7" w:rsidRPr="00D12283" w:rsidRDefault="00B36E2C" w:rsidP="00AC5476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040D0A0" wp14:editId="01907A4C">
                <wp:simplePos x="0" y="0"/>
                <wp:positionH relativeFrom="page">
                  <wp:posOffset>923925</wp:posOffset>
                </wp:positionH>
                <wp:positionV relativeFrom="page">
                  <wp:posOffset>9715500</wp:posOffset>
                </wp:positionV>
                <wp:extent cx="3536315" cy="609600"/>
                <wp:effectExtent l="0" t="0" r="6985" b="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31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B36E2C" w:rsidP="00B36E2C">
                            <w:pPr>
                              <w:pStyle w:val="a7"/>
                              <w:spacing w:after="0"/>
                            </w:pPr>
                            <w:r>
                              <w:t>Хомякова С.В.</w:t>
                            </w:r>
                          </w:p>
                          <w:p w:rsidR="00B36E2C" w:rsidRDefault="00B36E2C" w:rsidP="00B36E2C">
                            <w:pPr>
                              <w:pStyle w:val="a7"/>
                              <w:spacing w:after="0"/>
                            </w:pPr>
                            <w:r>
                              <w:t>(34 253) 5 41 28</w:t>
                            </w:r>
                          </w:p>
                          <w:p w:rsidR="00B36E2C" w:rsidRDefault="00B36E2C" w:rsidP="00B36E2C">
                            <w:pPr>
                              <w:pStyle w:val="a7"/>
                              <w:spacing w:after="0"/>
                            </w:pPr>
                          </w:p>
                          <w:p w:rsidR="00B36E2C" w:rsidRPr="00B36E2C" w:rsidRDefault="00B36E2C" w:rsidP="008E0D07">
                            <w:pPr>
                              <w:pStyle w:val="a7"/>
                              <w:rPr>
                                <w:sz w:val="20"/>
                              </w:rPr>
                            </w:pPr>
                            <w:r w:rsidRPr="00B36E2C">
                              <w:rPr>
                                <w:sz w:val="20"/>
                              </w:rPr>
                              <w:t>023</w:t>
                            </w:r>
                          </w:p>
                          <w:p w:rsidR="00B36E2C" w:rsidRPr="00B36E2C" w:rsidRDefault="00B36E2C" w:rsidP="008E0D07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32" type="#_x0000_t202" style="position:absolute;margin-left:72.75pt;margin-top:765pt;width:278.45pt;height:48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6CtAIAALI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" filled="f" stroked="f">
                <v:textbox inset="0,0,0,0">
                  <w:txbxContent>
                    <w:p w:rsidR="008E0D07" w:rsidRDefault="00B36E2C" w:rsidP="00B36E2C">
                      <w:pPr>
                        <w:pStyle w:val="a7"/>
                        <w:spacing w:after="0"/>
                      </w:pPr>
                      <w:r>
                        <w:t>Хомякова С.В.</w:t>
                      </w:r>
                    </w:p>
                    <w:p w:rsidR="00B36E2C" w:rsidRDefault="00B36E2C" w:rsidP="00B36E2C">
                      <w:pPr>
                        <w:pStyle w:val="a7"/>
                        <w:spacing w:after="0"/>
                      </w:pPr>
                      <w:r>
                        <w:t>(34 253) 5 41 28</w:t>
                      </w:r>
                    </w:p>
                    <w:p w:rsidR="00B36E2C" w:rsidRDefault="00B36E2C" w:rsidP="00B36E2C">
                      <w:pPr>
                        <w:pStyle w:val="a7"/>
                        <w:spacing w:after="0"/>
                      </w:pPr>
                    </w:p>
                    <w:p w:rsidR="00B36E2C" w:rsidRPr="00B36E2C" w:rsidRDefault="00B36E2C" w:rsidP="008E0D07">
                      <w:pPr>
                        <w:pStyle w:val="a7"/>
                        <w:rPr>
                          <w:sz w:val="20"/>
                        </w:rPr>
                      </w:pPr>
                      <w:r w:rsidRPr="00B36E2C">
                        <w:rPr>
                          <w:sz w:val="20"/>
                        </w:rPr>
                        <w:t>023</w:t>
                      </w:r>
                    </w:p>
                    <w:p w:rsidR="00B36E2C" w:rsidRPr="00B36E2C" w:rsidRDefault="00B36E2C" w:rsidP="008E0D07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863B7" w:rsidRPr="00D12283" w:rsidSect="00770775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5A" w:rsidRDefault="0078225A">
      <w:r>
        <w:separator/>
      </w:r>
    </w:p>
  </w:endnote>
  <w:endnote w:type="continuationSeparator" w:id="0">
    <w:p w:rsidR="0078225A" w:rsidRDefault="0078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8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8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5A" w:rsidRDefault="0078225A">
      <w:r>
        <w:separator/>
      </w:r>
    </w:p>
  </w:footnote>
  <w:footnote w:type="continuationSeparator" w:id="0">
    <w:p w:rsidR="0078225A" w:rsidRDefault="00782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A2BB0">
      <w:rPr>
        <w:rStyle w:val="ad"/>
        <w:noProof/>
      </w:rPr>
      <w:t>2</w: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9CA"/>
    <w:multiLevelType w:val="hybridMultilevel"/>
    <w:tmpl w:val="F99427B2"/>
    <w:lvl w:ilvl="0" w:tplc="0FC8B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471368"/>
    <w:multiLevelType w:val="hybridMultilevel"/>
    <w:tmpl w:val="5C547172"/>
    <w:lvl w:ilvl="0" w:tplc="E254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127AE"/>
    <w:rsid w:val="00031EB5"/>
    <w:rsid w:val="000320E4"/>
    <w:rsid w:val="0007358C"/>
    <w:rsid w:val="000A1018"/>
    <w:rsid w:val="000A1249"/>
    <w:rsid w:val="000F5EAE"/>
    <w:rsid w:val="00136C19"/>
    <w:rsid w:val="001450B8"/>
    <w:rsid w:val="001617A8"/>
    <w:rsid w:val="00191FB7"/>
    <w:rsid w:val="001D1569"/>
    <w:rsid w:val="002077CA"/>
    <w:rsid w:val="00227F9C"/>
    <w:rsid w:val="00254D3E"/>
    <w:rsid w:val="0028108D"/>
    <w:rsid w:val="0028655A"/>
    <w:rsid w:val="00290178"/>
    <w:rsid w:val="002A1714"/>
    <w:rsid w:val="002E0EAA"/>
    <w:rsid w:val="002E58A5"/>
    <w:rsid w:val="002F573A"/>
    <w:rsid w:val="00313BD7"/>
    <w:rsid w:val="003376FF"/>
    <w:rsid w:val="00353DEB"/>
    <w:rsid w:val="003807C0"/>
    <w:rsid w:val="003906D8"/>
    <w:rsid w:val="003D3930"/>
    <w:rsid w:val="003E5046"/>
    <w:rsid w:val="004448E6"/>
    <w:rsid w:val="00482187"/>
    <w:rsid w:val="004F0C5A"/>
    <w:rsid w:val="004F68BF"/>
    <w:rsid w:val="00534011"/>
    <w:rsid w:val="0053612B"/>
    <w:rsid w:val="005438E0"/>
    <w:rsid w:val="005505FE"/>
    <w:rsid w:val="00552ADF"/>
    <w:rsid w:val="0056669F"/>
    <w:rsid w:val="006333E0"/>
    <w:rsid w:val="00635B57"/>
    <w:rsid w:val="006D443E"/>
    <w:rsid w:val="00735D1C"/>
    <w:rsid w:val="00736B92"/>
    <w:rsid w:val="00737A24"/>
    <w:rsid w:val="00761D5E"/>
    <w:rsid w:val="00770775"/>
    <w:rsid w:val="0078225A"/>
    <w:rsid w:val="00795661"/>
    <w:rsid w:val="007E5F58"/>
    <w:rsid w:val="00861BE3"/>
    <w:rsid w:val="008724B5"/>
    <w:rsid w:val="00875736"/>
    <w:rsid w:val="008A300E"/>
    <w:rsid w:val="008C41D1"/>
    <w:rsid w:val="008E0D07"/>
    <w:rsid w:val="008F44D0"/>
    <w:rsid w:val="00946A6E"/>
    <w:rsid w:val="00973EE1"/>
    <w:rsid w:val="009772CB"/>
    <w:rsid w:val="00983927"/>
    <w:rsid w:val="009863B7"/>
    <w:rsid w:val="009D34A4"/>
    <w:rsid w:val="009E48FD"/>
    <w:rsid w:val="00A20CAB"/>
    <w:rsid w:val="00A45E6C"/>
    <w:rsid w:val="00A62422"/>
    <w:rsid w:val="00A7019E"/>
    <w:rsid w:val="00A80128"/>
    <w:rsid w:val="00AB61AD"/>
    <w:rsid w:val="00AC5476"/>
    <w:rsid w:val="00B079AF"/>
    <w:rsid w:val="00B12253"/>
    <w:rsid w:val="00B17F20"/>
    <w:rsid w:val="00B36E2C"/>
    <w:rsid w:val="00BE5038"/>
    <w:rsid w:val="00C11CD6"/>
    <w:rsid w:val="00C20D2B"/>
    <w:rsid w:val="00C2620C"/>
    <w:rsid w:val="00C768A4"/>
    <w:rsid w:val="00C76D98"/>
    <w:rsid w:val="00C97BDE"/>
    <w:rsid w:val="00CB0CD4"/>
    <w:rsid w:val="00CB542C"/>
    <w:rsid w:val="00D12283"/>
    <w:rsid w:val="00D51DC3"/>
    <w:rsid w:val="00D67DCF"/>
    <w:rsid w:val="00D712A8"/>
    <w:rsid w:val="00DA24F6"/>
    <w:rsid w:val="00DB3748"/>
    <w:rsid w:val="00DD68BA"/>
    <w:rsid w:val="00DF4430"/>
    <w:rsid w:val="00E246F5"/>
    <w:rsid w:val="00E52BF2"/>
    <w:rsid w:val="00E614D0"/>
    <w:rsid w:val="00E8211E"/>
    <w:rsid w:val="00EA2BB0"/>
    <w:rsid w:val="00EB400D"/>
    <w:rsid w:val="00EE1320"/>
    <w:rsid w:val="00F338D6"/>
    <w:rsid w:val="00F34240"/>
    <w:rsid w:val="00F46037"/>
    <w:rsid w:val="00F919B8"/>
    <w:rsid w:val="00FC0FBD"/>
    <w:rsid w:val="00FC50FC"/>
    <w:rsid w:val="00FD415B"/>
    <w:rsid w:val="00FD6753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DA24F6"/>
    <w:pPr>
      <w:suppressAutoHyphens/>
    </w:pPr>
    <w:rPr>
      <w:sz w:val="20"/>
    </w:rPr>
  </w:style>
  <w:style w:type="paragraph" w:styleId="a9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C20D2B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CB542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DA24F6"/>
    <w:pPr>
      <w:suppressAutoHyphens/>
    </w:pPr>
    <w:rPr>
      <w:sz w:val="20"/>
    </w:rPr>
  </w:style>
  <w:style w:type="paragraph" w:styleId="a9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C20D2B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CB54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Пермякова Светлана Анатольевна</cp:lastModifiedBy>
  <cp:revision>2</cp:revision>
  <cp:lastPrinted>2008-07-16T10:14:00Z</cp:lastPrinted>
  <dcterms:created xsi:type="dcterms:W3CDTF">2021-12-09T07:43:00Z</dcterms:created>
  <dcterms:modified xsi:type="dcterms:W3CDTF">2021-12-09T07:43:00Z</dcterms:modified>
</cp:coreProperties>
</file>